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sz w:val="72"/>
          <w:szCs w:val="72"/>
          <w:lang w:eastAsia="en-US"/>
        </w:rPr>
        <w:id w:val="-714812999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p w:rsidR="00CB7D68" w:rsidRDefault="00CB7D68">
          <w:pPr>
            <w:pStyle w:val="NoSpacing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58680D0D" wp14:editId="2AC999C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8161020" cy="817880"/>
                    <wp:effectExtent l="0" t="0" r="0" b="5080"/>
                    <wp:wrapNone/>
                    <wp:docPr id="7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1788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angle 2" o:spid="_x0000_s1026" style="position:absolute;margin-left:0;margin-top:0;width:642.6pt;height:64.4pt;z-index:25166131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" o:allowincell="f" fillcolor="#4bacc6 [3208]" strokecolor="#4f81bd [3204]"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0" allowOverlap="1" wp14:anchorId="131DD412" wp14:editId="7A5D696A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8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angle 5" o:spid="_x0000_s1026" style="position:absolute;margin-left:0;margin-top:0;width:7.15pt;height:831.2pt;z-index:251664384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0" allowOverlap="1" wp14:anchorId="6CA1EE28" wp14:editId="1B3A6EE4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9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angle 4" o:spid="_x0000_s1026" style="position:absolute;margin-left:0;margin-top:0;width:7.15pt;height:831.2pt;z-index:251663360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2BBCEC22" wp14:editId="09BB9CE3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8161020" cy="822960"/>
                    <wp:effectExtent l="0" t="0" r="0" b="0"/>
                    <wp:wrapNone/>
                    <wp:docPr id="10" name="Rectangl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2296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angle 3" o:spid="_x0000_s1026" style="position:absolute;margin-left:0;margin-top:0;width:642.6pt;height:64.8pt;z-index:251662336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" o:allowincell="f" fillcolor="#4bacc6 [3208]" strokecolor="#4f81bd [3204]">
                    <w10:wrap anchorx="page" anchory="margin"/>
                  </v:rect>
                </w:pict>
              </mc:Fallback>
            </mc:AlternateContent>
          </w:r>
        </w:p>
        <w:p w:rsidR="00407A24" w:rsidRDefault="00CB7D68" w:rsidP="00407A24">
          <w:pPr>
            <w:pStyle w:val="NoSpacing"/>
            <w:jc w:val="center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Archdiocesan Implementation Schedule for Reporting Required Assessments</w:t>
          </w:r>
        </w:p>
        <w:p w:rsidR="00CB7D68" w:rsidRDefault="00CB7D68" w:rsidP="00407A24">
          <w:pPr>
            <w:pStyle w:val="NoSpacing"/>
            <w:jc w:val="center"/>
            <w:rPr>
              <w:rFonts w:asciiTheme="majorHAnsi" w:eastAsiaTheme="majorEastAsia" w:hAnsiTheme="majorHAnsi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2009-2010</w:t>
          </w:r>
        </w:p>
        <w:p w:rsidR="00CB7D68" w:rsidRDefault="00CB7D68">
          <w:pPr>
            <w:pStyle w:val="NoSpacing"/>
          </w:pPr>
        </w:p>
        <w:p w:rsidR="00CB7D68" w:rsidRDefault="00CB7D68"/>
        <w:p w:rsidR="00CB7D68" w:rsidRDefault="00CB7D68">
          <w:r>
            <w:br w:type="page"/>
          </w:r>
        </w:p>
      </w:sdtContent>
    </w:sdt>
    <w:p w:rsidR="003974E3" w:rsidRDefault="00260FB9">
      <w:r>
        <w:rPr>
          <w:noProof/>
          <w:sz w:val="24"/>
          <w:szCs w:val="24"/>
        </w:rPr>
        <w:lastRenderedPageBreak/>
        <w:drawing>
          <wp:anchor distT="36576" distB="36576" distL="36576" distR="36576" simplePos="0" relativeHeight="251659264" behindDoc="1" locked="0" layoutInCell="1" allowOverlap="1" wp14:anchorId="2A836655" wp14:editId="0DF9907E">
            <wp:simplePos x="0" y="0"/>
            <wp:positionH relativeFrom="column">
              <wp:posOffset>-914400</wp:posOffset>
            </wp:positionH>
            <wp:positionV relativeFrom="paragraph">
              <wp:posOffset>-857250</wp:posOffset>
            </wp:positionV>
            <wp:extent cx="7772400" cy="9334500"/>
            <wp:effectExtent l="0" t="0" r="0" b="0"/>
            <wp:wrapTight wrapText="bothSides">
              <wp:wrapPolygon edited="0">
                <wp:start x="0" y="0"/>
                <wp:lineTo x="0" y="21556"/>
                <wp:lineTo x="21547" y="21556"/>
                <wp:lineTo x="21547" y="0"/>
                <wp:lineTo x="0" y="0"/>
              </wp:wrapPolygon>
            </wp:wrapTight>
            <wp:docPr id="1" name="Picture 1" descr="24D959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4D959A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405"/>
                    <a:stretch/>
                  </pic:blipFill>
                  <pic:spPr bwMode="auto">
                    <a:xfrm>
                      <a:off x="0" y="0"/>
                      <a:ext cx="7772400" cy="933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974E3" w:rsidSect="00CB7D68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FB9"/>
    <w:rsid w:val="00260FB9"/>
    <w:rsid w:val="00407A24"/>
    <w:rsid w:val="00447C04"/>
    <w:rsid w:val="009D1C9A"/>
    <w:rsid w:val="00A16E85"/>
    <w:rsid w:val="00BF743E"/>
    <w:rsid w:val="00CB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B7D68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CB7D68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D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B7D68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CB7D68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D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305564DE</Template>
  <TotalTime>0</TotalTime>
  <Pages>2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CCGAFaculty21</dc:creator>
  <cp:lastModifiedBy>CCGAFaculty21</cp:lastModifiedBy>
  <cp:revision>2</cp:revision>
  <dcterms:created xsi:type="dcterms:W3CDTF">2011-12-07T00:02:00Z</dcterms:created>
  <dcterms:modified xsi:type="dcterms:W3CDTF">2011-12-07T00:02:00Z</dcterms:modified>
</cp:coreProperties>
</file>